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4EA5B3" w14:textId="77777777" w:rsidR="004D36D7" w:rsidRPr="00FD4A68" w:rsidRDefault="00B516AF" w:rsidP="00B47940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B6DE87B419034635AF668D1969F1508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A741AB">
            <w:t>Packet Tracer - Access Control List Demonstration</w:t>
          </w:r>
        </w:sdtContent>
      </w:sdt>
      <w:r w:rsidR="004D36D7" w:rsidRPr="00FD4A68">
        <w:t xml:space="preserve"> </w:t>
      </w:r>
      <w:r w:rsidR="00D84BDA" w:rsidRPr="00FD4A68">
        <w:rPr>
          <w:rStyle w:val="LabTitleInstVersred"/>
        </w:rPr>
        <w:t>(Instructor Version)</w:t>
      </w:r>
    </w:p>
    <w:p w14:paraId="4437B3D2" w14:textId="77777777" w:rsidR="00D778DF" w:rsidRPr="009A1CF4" w:rsidRDefault="00D778DF" w:rsidP="00D778DF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>
        <w:t xml:space="preserve">font color </w:t>
      </w:r>
      <w:r w:rsidR="006F1616">
        <w:t>or g</w:t>
      </w:r>
      <w:r w:rsidRPr="009A1CF4">
        <w:t>ray highlights indicate text that appears in the instructor copy only.</w:t>
      </w:r>
    </w:p>
    <w:p w14:paraId="27FA596E" w14:textId="77777777" w:rsidR="00D778DF" w:rsidRPr="00E70096" w:rsidRDefault="00D778DF" w:rsidP="00D452F4">
      <w:pPr>
        <w:pStyle w:val="Heading1"/>
      </w:pPr>
      <w:r w:rsidRPr="00E70096">
        <w:t>Objectives</w:t>
      </w:r>
    </w:p>
    <w:p w14:paraId="4A459824" w14:textId="77777777" w:rsidR="00CF2408" w:rsidRPr="004C0909" w:rsidRDefault="00CF2408" w:rsidP="00CF2408">
      <w:pPr>
        <w:pStyle w:val="BodyTextL25Bold"/>
      </w:pPr>
      <w:r>
        <w:t>Part 1: Verify Local Connectivity and Test Access Control List</w:t>
      </w:r>
    </w:p>
    <w:p w14:paraId="6AEA8C58" w14:textId="77777777" w:rsidR="00CF2408" w:rsidRPr="004C0909" w:rsidRDefault="00CF2408" w:rsidP="00CF2408">
      <w:pPr>
        <w:pStyle w:val="BodyTextL25Bold"/>
      </w:pPr>
      <w:r>
        <w:t>Part 2: Remove Access Control List and Repeat Test</w:t>
      </w:r>
    </w:p>
    <w:p w14:paraId="4317020E" w14:textId="1AD23C96" w:rsidR="00D778DF" w:rsidRDefault="00D778DF" w:rsidP="00D452F4">
      <w:pPr>
        <w:pStyle w:val="Heading1"/>
      </w:pPr>
      <w:r w:rsidRPr="00E70096">
        <w:t>Background</w:t>
      </w:r>
    </w:p>
    <w:p w14:paraId="64B6B71D" w14:textId="77777777" w:rsidR="00CF2408" w:rsidRDefault="00CF2408" w:rsidP="00CF2408">
      <w:pPr>
        <w:pStyle w:val="BodyTextL25"/>
      </w:pPr>
      <w:r>
        <w:t>In this activity, you will observe how an access control list (ACL) can be used to prevent a ping from reaching hosts on remote networks. After removing the ACL from the configuration, the pings will be successful.</w:t>
      </w:r>
    </w:p>
    <w:p w14:paraId="068E59D4" w14:textId="77777777" w:rsidR="00125806" w:rsidRDefault="00125806" w:rsidP="00D452F4">
      <w:pPr>
        <w:pStyle w:val="Heading1"/>
      </w:pPr>
      <w:r>
        <w:t>Instructions</w:t>
      </w:r>
    </w:p>
    <w:p w14:paraId="0BCE474C" w14:textId="77777777" w:rsidR="00CF2408" w:rsidRPr="004C0909" w:rsidRDefault="00CF2408" w:rsidP="00CF2408">
      <w:pPr>
        <w:pStyle w:val="Heading2"/>
      </w:pPr>
      <w:r>
        <w:t>Verify Local Connectivity and Test Access Control List</w:t>
      </w:r>
    </w:p>
    <w:p w14:paraId="0391E04A" w14:textId="77777777" w:rsidR="00CF2408" w:rsidRDefault="00CF2408" w:rsidP="00CF2408">
      <w:pPr>
        <w:pStyle w:val="Heading3"/>
      </w:pPr>
      <w:r>
        <w:t>Ping devices on the local network to verify connectivity.</w:t>
      </w:r>
    </w:p>
    <w:p w14:paraId="0E563AC5" w14:textId="77777777" w:rsidR="00CF2408" w:rsidRDefault="00CF2408" w:rsidP="00CF2408">
      <w:pPr>
        <w:pStyle w:val="SubStepAlpha"/>
      </w:pPr>
      <w:r>
        <w:t xml:space="preserve">From the command prompt of </w:t>
      </w:r>
      <w:r w:rsidRPr="008C01A0">
        <w:rPr>
          <w:b/>
        </w:rPr>
        <w:t>PC1</w:t>
      </w:r>
      <w:r>
        <w:t xml:space="preserve">, ping </w:t>
      </w:r>
      <w:r w:rsidRPr="008C01A0">
        <w:rPr>
          <w:b/>
        </w:rPr>
        <w:t>PC2</w:t>
      </w:r>
      <w:r>
        <w:t>.</w:t>
      </w:r>
    </w:p>
    <w:p w14:paraId="1D1960C6" w14:textId="77777777" w:rsidR="00CF2408" w:rsidRDefault="00CF2408" w:rsidP="00885D69">
      <w:pPr>
        <w:pStyle w:val="SubStepAlpha"/>
        <w:spacing w:after="0"/>
      </w:pPr>
      <w:r w:rsidRPr="00FA6A51">
        <w:t>From the</w:t>
      </w:r>
      <w:r>
        <w:t xml:space="preserve"> command prompt of </w:t>
      </w:r>
      <w:r w:rsidRPr="008C01A0">
        <w:rPr>
          <w:b/>
        </w:rPr>
        <w:t>PC1</w:t>
      </w:r>
      <w:r>
        <w:t xml:space="preserve">, ping </w:t>
      </w:r>
      <w:r w:rsidRPr="008C01A0">
        <w:rPr>
          <w:b/>
        </w:rPr>
        <w:t>PC3</w:t>
      </w:r>
      <w:r w:rsidRPr="00FA6A51">
        <w:t>.</w:t>
      </w:r>
    </w:p>
    <w:p w14:paraId="20FD1AF5" w14:textId="77777777" w:rsidR="00885D69" w:rsidRDefault="00885D69" w:rsidP="00885D69">
      <w:pPr>
        <w:pStyle w:val="Heading4"/>
      </w:pPr>
      <w:r>
        <w:t>Question:</w:t>
      </w:r>
    </w:p>
    <w:p w14:paraId="71A25129" w14:textId="3CA7B003" w:rsidR="00CF2408" w:rsidRDefault="00CF2408" w:rsidP="00885D69">
      <w:pPr>
        <w:pStyle w:val="BodyTextL50"/>
        <w:spacing w:before="0"/>
      </w:pPr>
      <w:r>
        <w:t>Why were the pings successful?</w:t>
      </w:r>
    </w:p>
    <w:p w14:paraId="081836A3" w14:textId="6E0ED5EC" w:rsidR="00F71B30" w:rsidRDefault="00F71B30" w:rsidP="00F71B30">
      <w:pPr>
        <w:pStyle w:val="AnswerLineL50"/>
      </w:pPr>
      <w:r>
        <w:t>Type your answers here.</w:t>
      </w:r>
    </w:p>
    <w:p w14:paraId="137D3BD7" w14:textId="7B2DF70E" w:rsidR="00885D69" w:rsidRDefault="00885D69" w:rsidP="00CF2408">
      <w:pPr>
        <w:pStyle w:val="BodyTextL50"/>
      </w:pPr>
      <w:r>
        <w:rPr>
          <w:rStyle w:val="AnswerGray"/>
        </w:rPr>
        <w:t>Because layer 1 through 3 are fully functional and there is no policy currently filtering ICMP messages between the two local networks.</w:t>
      </w:r>
    </w:p>
    <w:p w14:paraId="7B108BCD" w14:textId="77777777" w:rsidR="00CF2408" w:rsidRPr="00FA6A51" w:rsidRDefault="00CF2408" w:rsidP="00CF2408">
      <w:pPr>
        <w:pStyle w:val="Heading3"/>
      </w:pPr>
      <w:r>
        <w:t>Ping devices on remote networks to test ACL functionality.</w:t>
      </w:r>
    </w:p>
    <w:p w14:paraId="44D025B1" w14:textId="77777777" w:rsidR="00CF2408" w:rsidRDefault="00CF2408" w:rsidP="00CF2408">
      <w:pPr>
        <w:pStyle w:val="SubStepAlpha"/>
      </w:pPr>
      <w:r w:rsidRPr="00FA6A51">
        <w:t>From the</w:t>
      </w:r>
      <w:r>
        <w:t xml:space="preserve"> command prompt of </w:t>
      </w:r>
      <w:r w:rsidRPr="008C01A0">
        <w:rPr>
          <w:b/>
        </w:rPr>
        <w:t>PC1</w:t>
      </w:r>
      <w:r>
        <w:t xml:space="preserve">, ping </w:t>
      </w:r>
      <w:r w:rsidRPr="008C01A0">
        <w:rPr>
          <w:b/>
        </w:rPr>
        <w:t>PC4</w:t>
      </w:r>
      <w:r w:rsidRPr="00FA6A51">
        <w:t>.</w:t>
      </w:r>
    </w:p>
    <w:p w14:paraId="0042D8A3" w14:textId="6DDA1906" w:rsidR="00CF2408" w:rsidRDefault="00CF2408" w:rsidP="00F71B30">
      <w:pPr>
        <w:pStyle w:val="SubStepAlpha"/>
        <w:spacing w:after="0"/>
      </w:pPr>
      <w:r>
        <w:t xml:space="preserve">From the command prompt of </w:t>
      </w:r>
      <w:r w:rsidRPr="008C01A0">
        <w:rPr>
          <w:b/>
        </w:rPr>
        <w:t>PC1</w:t>
      </w:r>
      <w:r>
        <w:t xml:space="preserve">, ping the </w:t>
      </w:r>
      <w:r w:rsidRPr="008C01A0">
        <w:rPr>
          <w:b/>
        </w:rPr>
        <w:t>DNS Server</w:t>
      </w:r>
      <w:r>
        <w:t>.</w:t>
      </w:r>
    </w:p>
    <w:p w14:paraId="62FEDFBB" w14:textId="14738A75" w:rsidR="00F71B30" w:rsidRDefault="00F71B30" w:rsidP="00F71B30">
      <w:pPr>
        <w:pStyle w:val="Heading4"/>
      </w:pPr>
      <w:r>
        <w:t>Question:</w:t>
      </w:r>
    </w:p>
    <w:p w14:paraId="1F7D96D2" w14:textId="21EED616" w:rsidR="00CF2408" w:rsidRDefault="00CF2408" w:rsidP="00F71B30">
      <w:pPr>
        <w:pStyle w:val="BodyTextL50"/>
        <w:spacing w:before="0"/>
      </w:pPr>
      <w:r>
        <w:t>Why did the pings fail? (Hint: Use simulation mode or view the router configurations to investigate.)</w:t>
      </w:r>
    </w:p>
    <w:p w14:paraId="6297D272" w14:textId="43D77B72" w:rsidR="00F71B30" w:rsidRDefault="00F71B30" w:rsidP="00F71B30">
      <w:pPr>
        <w:pStyle w:val="AnswerLineL50"/>
      </w:pPr>
      <w:r>
        <w:t>Type your answers here.</w:t>
      </w:r>
    </w:p>
    <w:p w14:paraId="3E2CD4C7" w14:textId="11E0F6C1" w:rsidR="00F71B30" w:rsidRDefault="00F71B30" w:rsidP="00CF2408">
      <w:pPr>
        <w:pStyle w:val="BodyTextL50"/>
      </w:pPr>
      <w:r>
        <w:rPr>
          <w:rStyle w:val="AnswerGray"/>
        </w:rPr>
        <w:t>The pings fail because R1 is configured with an ACL to deny any ping from exiting the serial 0/0/0 interface.</w:t>
      </w:r>
    </w:p>
    <w:p w14:paraId="300FB335" w14:textId="77777777" w:rsidR="00CF2408" w:rsidRPr="00A60146" w:rsidRDefault="00CF2408" w:rsidP="00CF2408">
      <w:pPr>
        <w:pStyle w:val="Heading2"/>
      </w:pPr>
      <w:r>
        <w:t>Remove ACL and Repeat Test</w:t>
      </w:r>
    </w:p>
    <w:p w14:paraId="655AD3F7" w14:textId="77777777" w:rsidR="00CF2408" w:rsidRPr="00C07FD9" w:rsidRDefault="00CF2408" w:rsidP="00CF2408">
      <w:pPr>
        <w:pStyle w:val="Heading3"/>
      </w:pPr>
      <w:r>
        <w:t>Use show commands to investigate the ACL configuration</w:t>
      </w:r>
      <w:r w:rsidRPr="00933F28">
        <w:t>.</w:t>
      </w:r>
    </w:p>
    <w:p w14:paraId="68829128" w14:textId="77777777" w:rsidR="00CF2408" w:rsidRDefault="00CF2408" w:rsidP="00CF2408">
      <w:pPr>
        <w:pStyle w:val="SubStepAlpha"/>
      </w:pPr>
      <w:r>
        <w:t xml:space="preserve">Use the </w:t>
      </w:r>
      <w:r w:rsidRPr="0086154B">
        <w:rPr>
          <w:b/>
        </w:rPr>
        <w:t>show run</w:t>
      </w:r>
      <w:r>
        <w:t xml:space="preserve"> and </w:t>
      </w:r>
      <w:r w:rsidRPr="0086154B">
        <w:rPr>
          <w:b/>
        </w:rPr>
        <w:t>show access-lists</w:t>
      </w:r>
      <w:r>
        <w:t xml:space="preserve"> commands to view the currently configured ACLs. To quickly view the current ACLs, use </w:t>
      </w:r>
      <w:r>
        <w:rPr>
          <w:b/>
        </w:rPr>
        <w:t>show access-lists</w:t>
      </w:r>
      <w:r>
        <w:t xml:space="preserve">. Enter the </w:t>
      </w:r>
      <w:r>
        <w:rPr>
          <w:b/>
        </w:rPr>
        <w:t>show access-lists</w:t>
      </w:r>
      <w:r>
        <w:t xml:space="preserve"> command, followed by a space and a question mark (?) to view the available options:</w:t>
      </w:r>
    </w:p>
    <w:p w14:paraId="740790FB" w14:textId="32DD6E66" w:rsidR="00CF2408" w:rsidRDefault="00CF2408" w:rsidP="00CF2408">
      <w:pPr>
        <w:pStyle w:val="CMD"/>
      </w:pPr>
      <w:r>
        <w:t>R1#</w:t>
      </w:r>
      <w:r w:rsidR="009A31D3">
        <w:t xml:space="preserve"> </w:t>
      </w:r>
      <w:r w:rsidRPr="009C2A86">
        <w:rPr>
          <w:b/>
        </w:rPr>
        <w:t xml:space="preserve">show </w:t>
      </w:r>
      <w:r w:rsidRPr="00AF7485">
        <w:rPr>
          <w:b/>
          <w:noProof/>
        </w:rPr>
        <w:t>access-lists ?</w:t>
      </w:r>
    </w:p>
    <w:p w14:paraId="6151EB23" w14:textId="77777777" w:rsidR="00CF2408" w:rsidRDefault="00CF2408" w:rsidP="00CF2408">
      <w:pPr>
        <w:pStyle w:val="CMD"/>
      </w:pPr>
      <w:r>
        <w:lastRenderedPageBreak/>
        <w:t xml:space="preserve">  &lt;1-199</w:t>
      </w:r>
      <w:proofErr w:type="gramStart"/>
      <w:r>
        <w:t>&gt;  ACL</w:t>
      </w:r>
      <w:proofErr w:type="gramEnd"/>
      <w:r>
        <w:t xml:space="preserve"> number</w:t>
      </w:r>
    </w:p>
    <w:p w14:paraId="1EB68498" w14:textId="77777777" w:rsidR="00CF2408" w:rsidRDefault="00CF2408" w:rsidP="00CF2408">
      <w:pPr>
        <w:pStyle w:val="CMD"/>
      </w:pPr>
      <w:r>
        <w:t xml:space="preserve">  WORD     ACL name</w:t>
      </w:r>
    </w:p>
    <w:p w14:paraId="5B097DC1" w14:textId="77777777" w:rsidR="00CF2408" w:rsidRDefault="00CF2408" w:rsidP="00CF2408">
      <w:pPr>
        <w:pStyle w:val="CMD"/>
      </w:pPr>
      <w:r>
        <w:t xml:space="preserve">  &lt;</w:t>
      </w:r>
      <w:proofErr w:type="spellStart"/>
      <w:r>
        <w:t>cr</w:t>
      </w:r>
      <w:proofErr w:type="spellEnd"/>
      <w:r>
        <w:t>&gt;</w:t>
      </w:r>
    </w:p>
    <w:p w14:paraId="162A3A58" w14:textId="77777777" w:rsidR="00CF2408" w:rsidRDefault="00CF2408" w:rsidP="00CF2408">
      <w:pPr>
        <w:pStyle w:val="BodyTextL50"/>
      </w:pPr>
      <w:r>
        <w:t xml:space="preserve">If you know the ACL number or name, you can filter the </w:t>
      </w:r>
      <w:r w:rsidRPr="0086154B">
        <w:rPr>
          <w:b/>
        </w:rPr>
        <w:t>show</w:t>
      </w:r>
      <w:r>
        <w:t xml:space="preserve"> output further. However, </w:t>
      </w:r>
      <w:r>
        <w:rPr>
          <w:b/>
        </w:rPr>
        <w:t xml:space="preserve">R1 </w:t>
      </w:r>
      <w:r>
        <w:t xml:space="preserve">only has one ACL; therefore, the </w:t>
      </w:r>
      <w:r>
        <w:rPr>
          <w:b/>
        </w:rPr>
        <w:t xml:space="preserve">show access-lists </w:t>
      </w:r>
      <w:r>
        <w:t>command will suffice.</w:t>
      </w:r>
    </w:p>
    <w:p w14:paraId="6D0D04A7" w14:textId="5F422305" w:rsidR="00CF2408" w:rsidRDefault="00CF2408" w:rsidP="00CF2408">
      <w:pPr>
        <w:pStyle w:val="CMD"/>
      </w:pPr>
      <w:r>
        <w:t>R1#</w:t>
      </w:r>
      <w:r w:rsidR="00F71B30">
        <w:t xml:space="preserve"> </w:t>
      </w:r>
      <w:r w:rsidRPr="00834C4E">
        <w:rPr>
          <w:b/>
        </w:rPr>
        <w:t>show access-lists</w:t>
      </w:r>
      <w:r>
        <w:t xml:space="preserve"> </w:t>
      </w:r>
    </w:p>
    <w:p w14:paraId="27786DD6" w14:textId="77777777" w:rsidR="00CF2408" w:rsidRDefault="00CF2408" w:rsidP="00885D69">
      <w:pPr>
        <w:pStyle w:val="CMDOutput"/>
      </w:pPr>
      <w:r>
        <w:t>Standard IP access list 11</w:t>
      </w:r>
    </w:p>
    <w:p w14:paraId="64A3F80E" w14:textId="77219011" w:rsidR="00885D69" w:rsidRDefault="00885D69" w:rsidP="00885D69">
      <w:pPr>
        <w:pStyle w:val="CMDOutput"/>
      </w:pPr>
      <w:r>
        <w:t xml:space="preserve">    </w:t>
      </w:r>
      <w:r w:rsidR="00CF2408">
        <w:t>10 deny 192.168.10.0 0.0.0.255</w:t>
      </w:r>
    </w:p>
    <w:p w14:paraId="59AB8FDC" w14:textId="397FE5D4" w:rsidR="00CF2408" w:rsidRDefault="00885D69" w:rsidP="00885D69">
      <w:pPr>
        <w:pStyle w:val="CMDOutput"/>
      </w:pPr>
      <w:r>
        <w:t xml:space="preserve">    </w:t>
      </w:r>
      <w:r w:rsidR="00CF2408">
        <w:t>20 permit any</w:t>
      </w:r>
    </w:p>
    <w:p w14:paraId="25BAC091" w14:textId="77777777" w:rsidR="00CF2408" w:rsidRDefault="00CF2408" w:rsidP="00CF2408">
      <w:pPr>
        <w:pStyle w:val="BodyTextL50"/>
      </w:pPr>
      <w:r>
        <w:t xml:space="preserve">The first line of the ACL prevents any packets originating in the </w:t>
      </w:r>
      <w:r w:rsidRPr="00A73CD5">
        <w:rPr>
          <w:b/>
        </w:rPr>
        <w:t>192.168.10.0/24</w:t>
      </w:r>
      <w:r>
        <w:t xml:space="preserve"> network, which includes Internet Control Message Protocol (ICMP) echoes (ping requests). The second line of the ACL allows all other </w:t>
      </w:r>
      <w:r w:rsidRPr="00AF7485">
        <w:rPr>
          <w:b/>
          <w:noProof/>
        </w:rPr>
        <w:t>ip</w:t>
      </w:r>
      <w:r>
        <w:rPr>
          <w:b/>
        </w:rPr>
        <w:t xml:space="preserve"> </w:t>
      </w:r>
      <w:r>
        <w:t xml:space="preserve">traffic from </w:t>
      </w:r>
      <w:r>
        <w:rPr>
          <w:b/>
        </w:rPr>
        <w:t xml:space="preserve">any </w:t>
      </w:r>
      <w:r>
        <w:t>source to transverse the router.</w:t>
      </w:r>
    </w:p>
    <w:p w14:paraId="087A45C2" w14:textId="77777777" w:rsidR="00CF2408" w:rsidRDefault="00CF2408" w:rsidP="00CF2408">
      <w:pPr>
        <w:pStyle w:val="SubStepAlpha"/>
      </w:pPr>
      <w:r>
        <w:t>For an ACL to impact router operation, it must be applied to an interface in a specific direction. In this scenario, the ACL is used to filter traffic exiting an interface. Therefore, all traffic leaving the specified interface of R1 will be inspected against ACL 11.</w:t>
      </w:r>
    </w:p>
    <w:p w14:paraId="55D2D71A" w14:textId="58B92981" w:rsidR="00CF2408" w:rsidRDefault="00CF2408" w:rsidP="00F71B30">
      <w:pPr>
        <w:pStyle w:val="SubStepAlpha"/>
        <w:numPr>
          <w:ilvl w:val="0"/>
          <w:numId w:val="0"/>
        </w:numPr>
        <w:spacing w:after="0"/>
        <w:ind w:left="720"/>
      </w:pPr>
      <w:r>
        <w:t xml:space="preserve">Although you can view IP information with the </w:t>
      </w:r>
      <w:r w:rsidRPr="00CE74C1">
        <w:rPr>
          <w:b/>
        </w:rPr>
        <w:t xml:space="preserve">show </w:t>
      </w:r>
      <w:r w:rsidRPr="00AF7485">
        <w:rPr>
          <w:b/>
          <w:noProof/>
        </w:rPr>
        <w:t>ip</w:t>
      </w:r>
      <w:r w:rsidRPr="00CE74C1">
        <w:rPr>
          <w:b/>
        </w:rPr>
        <w:t xml:space="preserve"> interface </w:t>
      </w:r>
      <w:r w:rsidRPr="009C2A86">
        <w:t>command</w:t>
      </w:r>
      <w:r>
        <w:t xml:space="preserve">, it may be more efficient in some situations to simply use the </w:t>
      </w:r>
      <w:r w:rsidRPr="00CE74C1">
        <w:rPr>
          <w:b/>
        </w:rPr>
        <w:t xml:space="preserve">show run </w:t>
      </w:r>
      <w:r>
        <w:t>command.</w:t>
      </w:r>
    </w:p>
    <w:p w14:paraId="527A2070" w14:textId="731E9C62" w:rsidR="00F71B30" w:rsidRDefault="00F71B30" w:rsidP="00F71B30">
      <w:pPr>
        <w:pStyle w:val="Heading4"/>
      </w:pPr>
      <w:r>
        <w:t>Question:</w:t>
      </w:r>
    </w:p>
    <w:p w14:paraId="1492E00F" w14:textId="786256B5" w:rsidR="00CF2408" w:rsidRDefault="00CF2408" w:rsidP="00F71B30">
      <w:pPr>
        <w:pStyle w:val="SubStepAlpha"/>
        <w:numPr>
          <w:ilvl w:val="0"/>
          <w:numId w:val="0"/>
        </w:numPr>
        <w:spacing w:before="0"/>
        <w:ind w:left="720"/>
      </w:pPr>
      <w:r>
        <w:t xml:space="preserve">Using one or </w:t>
      </w:r>
      <w:proofErr w:type="gramStart"/>
      <w:r>
        <w:t>both of these</w:t>
      </w:r>
      <w:proofErr w:type="gramEnd"/>
      <w:r>
        <w:t xml:space="preserve"> commands, to which interface and direction </w:t>
      </w:r>
      <w:r w:rsidRPr="00AF7485">
        <w:rPr>
          <w:noProof/>
        </w:rPr>
        <w:t>is</w:t>
      </w:r>
      <w:r>
        <w:t xml:space="preserve"> the ACL applied?</w:t>
      </w:r>
    </w:p>
    <w:p w14:paraId="6FA54860" w14:textId="68410878" w:rsidR="00F71B30" w:rsidRDefault="00F71B30" w:rsidP="00F71B30">
      <w:pPr>
        <w:pStyle w:val="AnswerLineL50"/>
      </w:pPr>
      <w:r>
        <w:t>Type your answers here.</w:t>
      </w:r>
    </w:p>
    <w:p w14:paraId="6B10D957" w14:textId="32DB5A96" w:rsidR="00F71B30" w:rsidRPr="00F71B30" w:rsidRDefault="00F71B30" w:rsidP="00F71B30">
      <w:pPr>
        <w:pStyle w:val="BodyTextL50"/>
        <w:rPr>
          <w:rStyle w:val="AnswerGray"/>
        </w:rPr>
      </w:pPr>
      <w:r w:rsidRPr="00F71B30">
        <w:rPr>
          <w:rStyle w:val="AnswerGray"/>
          <w:highlight w:val="lightGray"/>
        </w:rPr>
        <w:t>Serial 0/0/0, outgoing traffic.</w:t>
      </w:r>
    </w:p>
    <w:p w14:paraId="61AA4A3B" w14:textId="6E578BB6" w:rsidR="00CF2408" w:rsidRDefault="00CF2408" w:rsidP="00CF2408">
      <w:pPr>
        <w:pStyle w:val="Heading3"/>
      </w:pPr>
      <w:r>
        <w:t>Remove access list 11 from the configuration</w:t>
      </w:r>
      <w:r w:rsidR="00885D69">
        <w:t>.</w:t>
      </w:r>
    </w:p>
    <w:p w14:paraId="5CEEAEC5" w14:textId="77777777" w:rsidR="00CF2408" w:rsidRPr="000F5546" w:rsidRDefault="00CF2408" w:rsidP="00CF2408">
      <w:pPr>
        <w:pStyle w:val="BodyTextL25"/>
      </w:pPr>
      <w:r>
        <w:t xml:space="preserve">You can remove ACLs from the configuration by issuing the </w:t>
      </w:r>
      <w:r w:rsidRPr="00E365F8">
        <w:rPr>
          <w:b/>
        </w:rPr>
        <w:t xml:space="preserve">no access list </w:t>
      </w:r>
      <w:r w:rsidRPr="00712732">
        <w:t>[</w:t>
      </w:r>
      <w:r w:rsidRPr="00E365F8">
        <w:rPr>
          <w:i/>
        </w:rPr>
        <w:t>number of the ACL</w:t>
      </w:r>
      <w:r>
        <w:t xml:space="preserve">] command. The </w:t>
      </w:r>
      <w:r w:rsidRPr="00E365F8">
        <w:rPr>
          <w:b/>
        </w:rPr>
        <w:t>no access-list</w:t>
      </w:r>
      <w:r>
        <w:t xml:space="preserve"> command deletes all ACLs configured on the router. The </w:t>
      </w:r>
      <w:r w:rsidRPr="00E365F8">
        <w:rPr>
          <w:b/>
        </w:rPr>
        <w:t>no access-list</w:t>
      </w:r>
      <w:r>
        <w:t xml:space="preserve"> </w:t>
      </w:r>
      <w:r w:rsidRPr="00712732">
        <w:t>[</w:t>
      </w:r>
      <w:r w:rsidRPr="00E365F8">
        <w:rPr>
          <w:i/>
        </w:rPr>
        <w:t>number of the ACL</w:t>
      </w:r>
      <w:r>
        <w:t xml:space="preserve">] command removes only a specific ACL. </w:t>
      </w:r>
    </w:p>
    <w:p w14:paraId="4BB3A6A3" w14:textId="77777777" w:rsidR="00CF2408" w:rsidRDefault="00CF2408" w:rsidP="00CF2408">
      <w:pPr>
        <w:pStyle w:val="SubStepAlpha"/>
      </w:pPr>
      <w:r>
        <w:t xml:space="preserve">Under the Serial0/0/0 interface, remove access-list 11, previously applied to the interface as an </w:t>
      </w:r>
      <w:r w:rsidRPr="00A73CD5">
        <w:rPr>
          <w:b/>
        </w:rPr>
        <w:t>outgoing</w:t>
      </w:r>
      <w:r>
        <w:t xml:space="preserve"> filter:</w:t>
      </w:r>
    </w:p>
    <w:p w14:paraId="460CAAB5" w14:textId="77777777" w:rsidR="00CF2408" w:rsidRDefault="00CF2408" w:rsidP="00CF2408">
      <w:pPr>
        <w:pStyle w:val="CMD"/>
      </w:pPr>
      <w:r w:rsidRPr="00A73CD5">
        <w:t xml:space="preserve">R1(config)# </w:t>
      </w:r>
      <w:r w:rsidRPr="00A73CD5">
        <w:rPr>
          <w:b/>
        </w:rPr>
        <w:t>int se0/0/0</w:t>
      </w:r>
    </w:p>
    <w:p w14:paraId="6EFDC661" w14:textId="77777777" w:rsidR="00CF2408" w:rsidRDefault="00CF2408" w:rsidP="00CF2408">
      <w:pPr>
        <w:pStyle w:val="CMD"/>
      </w:pPr>
      <w:r w:rsidRPr="00A73CD5">
        <w:t>R1(config</w:t>
      </w:r>
      <w:r>
        <w:t>-</w:t>
      </w:r>
      <w:proofErr w:type="gramStart"/>
      <w:r>
        <w:t>if</w:t>
      </w:r>
      <w:r w:rsidRPr="00A73CD5">
        <w:t>)#</w:t>
      </w:r>
      <w:proofErr w:type="gramEnd"/>
      <w:r w:rsidRPr="00A73CD5">
        <w:rPr>
          <w:b/>
        </w:rPr>
        <w:t xml:space="preserve">no </w:t>
      </w:r>
      <w:proofErr w:type="spellStart"/>
      <w:r>
        <w:rPr>
          <w:b/>
        </w:rPr>
        <w:t>ip</w:t>
      </w:r>
      <w:proofErr w:type="spellEnd"/>
      <w:r>
        <w:rPr>
          <w:b/>
        </w:rPr>
        <w:t xml:space="preserve"> </w:t>
      </w:r>
      <w:r w:rsidRPr="00A73CD5">
        <w:rPr>
          <w:b/>
        </w:rPr>
        <w:t>access-</w:t>
      </w:r>
      <w:r>
        <w:rPr>
          <w:b/>
        </w:rPr>
        <w:t>group</w:t>
      </w:r>
      <w:r w:rsidRPr="00A73CD5">
        <w:rPr>
          <w:b/>
        </w:rPr>
        <w:t xml:space="preserve"> 11</w:t>
      </w:r>
      <w:r>
        <w:rPr>
          <w:b/>
        </w:rPr>
        <w:t xml:space="preserve"> out</w:t>
      </w:r>
    </w:p>
    <w:p w14:paraId="18B07545" w14:textId="77777777" w:rsidR="00CF2408" w:rsidRDefault="00CF2408" w:rsidP="00CF2408">
      <w:pPr>
        <w:pStyle w:val="SubStepAlpha"/>
      </w:pPr>
      <w:r>
        <w:t>In global configuration mode, remove the ACL by entering the following command:</w:t>
      </w:r>
    </w:p>
    <w:p w14:paraId="448F9F9F" w14:textId="77777777" w:rsidR="00CF2408" w:rsidRDefault="00CF2408" w:rsidP="00CF2408">
      <w:pPr>
        <w:pStyle w:val="CMD"/>
      </w:pPr>
      <w:r>
        <w:t xml:space="preserve">R1(config)# </w:t>
      </w:r>
      <w:r w:rsidRPr="00CE74C1">
        <w:rPr>
          <w:b/>
        </w:rPr>
        <w:t>no access-list 11</w:t>
      </w:r>
    </w:p>
    <w:p w14:paraId="54EB8282" w14:textId="77777777" w:rsidR="00CF2408" w:rsidRDefault="00CF2408" w:rsidP="00CF2408">
      <w:pPr>
        <w:pStyle w:val="SubStepAlpha"/>
      </w:pPr>
      <w:r>
        <w:t xml:space="preserve">Verify that </w:t>
      </w:r>
      <w:r w:rsidRPr="00CE74C1">
        <w:rPr>
          <w:b/>
        </w:rPr>
        <w:t>PC1</w:t>
      </w:r>
      <w:r>
        <w:t xml:space="preserve"> can now ping the </w:t>
      </w:r>
      <w:r w:rsidRPr="00CE74C1">
        <w:rPr>
          <w:b/>
        </w:rPr>
        <w:t>DNS Server</w:t>
      </w:r>
      <w:r>
        <w:rPr>
          <w:b/>
        </w:rPr>
        <w:t xml:space="preserve"> </w:t>
      </w:r>
      <w:r w:rsidRPr="00A73CD5">
        <w:t>and</w:t>
      </w:r>
      <w:r>
        <w:rPr>
          <w:b/>
        </w:rPr>
        <w:t xml:space="preserve"> PC4</w:t>
      </w:r>
      <w:r>
        <w:t>.</w:t>
      </w:r>
    </w:p>
    <w:p w14:paraId="3C655116" w14:textId="045B8827" w:rsidR="00C162C0" w:rsidRPr="00CF2408" w:rsidRDefault="00CF2408" w:rsidP="00CF2408">
      <w:pPr>
        <w:pStyle w:val="ConfigWindow"/>
      </w:pPr>
      <w:r w:rsidRPr="00CF2408">
        <w:t>End of document</w:t>
      </w:r>
      <w:bookmarkStart w:id="0" w:name="_GoBack"/>
      <w:bookmarkEnd w:id="0"/>
    </w:p>
    <w:sectPr w:rsidR="00C162C0" w:rsidRPr="00CF2408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F872F3" w14:textId="77777777" w:rsidR="00B516AF" w:rsidRDefault="00B516AF" w:rsidP="00710659">
      <w:pPr>
        <w:spacing w:after="0" w:line="240" w:lineRule="auto"/>
      </w:pPr>
      <w:r>
        <w:separator/>
      </w:r>
    </w:p>
    <w:p w14:paraId="245E8F66" w14:textId="77777777" w:rsidR="00B516AF" w:rsidRDefault="00B516AF"/>
  </w:endnote>
  <w:endnote w:type="continuationSeparator" w:id="0">
    <w:p w14:paraId="2C53D142" w14:textId="77777777" w:rsidR="00B516AF" w:rsidRDefault="00B516AF" w:rsidP="00710659">
      <w:pPr>
        <w:spacing w:after="0" w:line="240" w:lineRule="auto"/>
      </w:pPr>
      <w:r>
        <w:continuationSeparator/>
      </w:r>
    </w:p>
    <w:p w14:paraId="268F9F0E" w14:textId="77777777" w:rsidR="00B516AF" w:rsidRDefault="00B516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E3845" w14:textId="2FD60B9A"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placeholde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F71B30">
          <w:t>2016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A74010">
      <w:rPr>
        <w:noProof/>
      </w:rPr>
      <w:t>0000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F51AA3" w14:textId="0076464B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placeholde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F71B30">
          <w:t>2016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A74010">
      <w:rPr>
        <w:noProof/>
      </w:rPr>
      <w:t>0000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AA3189" w14:textId="77777777" w:rsidR="00B516AF" w:rsidRDefault="00B516AF" w:rsidP="00710659">
      <w:pPr>
        <w:spacing w:after="0" w:line="240" w:lineRule="auto"/>
      </w:pPr>
      <w:r>
        <w:separator/>
      </w:r>
    </w:p>
    <w:p w14:paraId="6E3B53B2" w14:textId="77777777" w:rsidR="00B516AF" w:rsidRDefault="00B516AF"/>
  </w:footnote>
  <w:footnote w:type="continuationSeparator" w:id="0">
    <w:p w14:paraId="2045D10E" w14:textId="77777777" w:rsidR="00B516AF" w:rsidRDefault="00B516AF" w:rsidP="00710659">
      <w:pPr>
        <w:spacing w:after="0" w:line="240" w:lineRule="auto"/>
      </w:pPr>
      <w:r>
        <w:continuationSeparator/>
      </w:r>
    </w:p>
    <w:p w14:paraId="3171CCBF" w14:textId="77777777" w:rsidR="00B516AF" w:rsidRDefault="00B516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itle"/>
      <w:tag w:val=""/>
      <w:id w:val="-1711953976"/>
      <w:placeholder>
        <w:docPart w:val="B6DE87B419034635AF668D1969F15082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4AB9F454" w14:textId="77777777" w:rsidR="00926CB2" w:rsidRDefault="00A741AB" w:rsidP="008402F2">
        <w:pPr>
          <w:pStyle w:val="PageHead"/>
        </w:pPr>
        <w:r>
          <w:t>Packet Tracer - Access Control List Demonstration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435C46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4FDC8047" wp14:editId="59320B5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F612DD"/>
    <w:multiLevelType w:val="multilevel"/>
    <w:tmpl w:val="F92A5A10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4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4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5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010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77B76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E4A1D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78A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47F8F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85D69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1D3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4010"/>
    <w:rsid w:val="00A741AB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16AF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6A8B"/>
    <w:rsid w:val="00CD7F73"/>
    <w:rsid w:val="00CE26C5"/>
    <w:rsid w:val="00CE36AF"/>
    <w:rsid w:val="00CE47F3"/>
    <w:rsid w:val="00CE54DD"/>
    <w:rsid w:val="00CF0DA5"/>
    <w:rsid w:val="00CF2408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1B30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FB755D"/>
  <w15:docId w15:val="{8B5DB937-79A9-4C77-9461-2C947E9DE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unhideWhenUsed/>
    <w:qFormat/>
    <w:rsid w:val="00490807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CD6A8B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F26E3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CD6A8B"/>
    <w:pPr>
      <w:spacing w:after="480"/>
    </w:pPr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CD6A8B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CD6A8B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paragraph" w:styleId="NormalWeb">
    <w:name w:val="Normal (Web)"/>
    <w:basedOn w:val="Normal"/>
    <w:uiPriority w:val="99"/>
    <w:semiHidden/>
    <w:unhideWhenUsed/>
    <w:rsid w:val="00885D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numbering" w:customStyle="1" w:styleId="PartStepSubStepList">
    <w:name w:val="Part_Step_SubStep_List"/>
    <w:basedOn w:val="NoList"/>
    <w:uiPriority w:val="99"/>
    <w:rsid w:val="00CF2408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8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6DE87B419034635AF668D1969F150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20A2C0-E48F-46CC-AD28-5C2D64B2508F}"/>
      </w:docPartPr>
      <w:docPartBody>
        <w:p w:rsidR="00000000" w:rsidRDefault="00D4137D">
          <w:pPr>
            <w:pStyle w:val="B6DE87B419034635AF668D1969F15082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37D"/>
    <w:rsid w:val="00D4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B6DE87B419034635AF668D1969F15082">
    <w:name w:val="B6DE87B419034635AF668D1969F150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6D0D12-BAF9-4281-A27A-24947C10D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1</TotalTime>
  <Pages>2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Access Control List Demonstration</vt:lpstr>
    </vt:vector>
  </TitlesOfParts>
  <Company>Cisco Systems, Inc.</Company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Access Control List Demonstration</dc:title>
  <dc:creator>SP</dc:creator>
  <dc:description>2016</dc:description>
  <cp:lastModifiedBy>Suk-Yi Pennock</cp:lastModifiedBy>
  <cp:revision>3</cp:revision>
  <dcterms:created xsi:type="dcterms:W3CDTF">2020-05-05T15:27:00Z</dcterms:created>
  <dcterms:modified xsi:type="dcterms:W3CDTF">2020-05-05T15:27:00Z</dcterms:modified>
</cp:coreProperties>
</file>